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574A2">
        <w:rPr>
          <w:rFonts w:ascii="Arial" w:hAnsi="Arial" w:cs="Arial"/>
          <w:b/>
          <w:caps/>
          <w:sz w:val="28"/>
          <w:szCs w:val="28"/>
        </w:rPr>
        <w:t>56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574A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574A2">
              <w:rPr>
                <w:rFonts w:ascii="Arial" w:hAnsi="Arial" w:cs="Arial"/>
                <w:sz w:val="20"/>
                <w:szCs w:val="20"/>
              </w:rPr>
              <w:t>À EDP, solicitando a colocação de braços e luminárias em postes existentes no trecho compreendido do nº 430 ao nº 453 da Avenida dos Migrantes, no Parque Meia Lua,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A574A2" w:rsidRPr="00A574A2">
        <w:rPr>
          <w:rFonts w:ascii="Arial" w:hAnsi="Arial" w:cs="Arial"/>
        </w:rPr>
        <w:t>à EDP solicitando a colocação de braços e luminárias em postes existentes no trecho compreendido do nº 430 ao nº 453 da Avenida dos Migrantes, no Parque Meia Lua, neste Município.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</w:t>
      </w:r>
      <w:r w:rsidR="00A574A2">
        <w:rPr>
          <w:rFonts w:ascii="Arial" w:hAnsi="Arial" w:cs="Arial"/>
        </w:rPr>
        <w:t>a concessionária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A574A2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574A2">
        <w:rPr>
          <w:rFonts w:ascii="Arial" w:hAnsi="Arial" w:cs="Arial"/>
        </w:rPr>
        <w:t>28 de março de 2018.</w:t>
      </w:r>
    </w:p>
    <w:p w:rsidR="00A574A2" w:rsidRDefault="00A574A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574A2" w:rsidRDefault="00A574A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574A2" w:rsidRDefault="00A574A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574A2" w:rsidRPr="00A34F2C" w:rsidRDefault="00A574A2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574A2" w:rsidRDefault="00A574A2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A574A2" w:rsidRDefault="00A574A2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A574A2" w:rsidRPr="00A34F2C" w:rsidRDefault="00A574A2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A574A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27D" w:rsidRDefault="00DA327D">
      <w:r>
        <w:separator/>
      </w:r>
    </w:p>
  </w:endnote>
  <w:endnote w:type="continuationSeparator" w:id="0">
    <w:p w:rsidR="00DA327D" w:rsidRDefault="00DA3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27D" w:rsidRDefault="00DA327D">
      <w:r>
        <w:separator/>
      </w:r>
    </w:p>
  </w:footnote>
  <w:footnote w:type="continuationSeparator" w:id="0">
    <w:p w:rsidR="00DA327D" w:rsidRDefault="00DA32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574A2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A327D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F5F9D-56ED-4E2E-9B62-2CE916B35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129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2018-03-26T11:54:00Z</dcterms:created>
  <dcterms:modified xsi:type="dcterms:W3CDTF">2018-03-26T11:54:00Z</dcterms:modified>
</cp:coreProperties>
</file>